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5F763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24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5F76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Северна  Европа: друштвеногеографске одлике—</w:t>
            </w:r>
            <w:r w:rsidR="005F7634" w:rsidRPr="0099418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Регија  социјалне  сигурности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Упознати  ученике  са  основним  друштвеногеографским одликама Севрне  Европе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нова знања о друштвеногеографским  одликама   Северне  Европе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-образложи  допринос  народа  Северне  Европе  светској култури  и  науци</w:t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 одлике  становништва  и  објасни  ретку  насељеност</w:t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-схвати  разлоге  веома  развијене  привреде  и  високог  животног  стандарда  становништва</w:t>
            </w:r>
          </w:p>
          <w:p w:rsidR="00D0461E" w:rsidRPr="005F7634" w:rsidRDefault="005F7634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 географске  одлике  Норвешке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5F7634" w:rsidRPr="005F7634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 1.1.3. Препознаје и чита географске и допунске елементе карте - чита називе мора, залива, полуострва, архипелага, острва као и планина,  низија   на простору  Северне  Европе</w:t>
            </w:r>
          </w:p>
          <w:p w:rsidR="005F7634" w:rsidRPr="005F7634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ГЕ1.4.2. Препознаје основне  друштвеногеографске  одлике  Северне Европе</w:t>
            </w:r>
          </w:p>
          <w:p w:rsidR="00670648" w:rsidRPr="00466279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ГЕ2.1.2. Одређује положај места и тачака на географској карти –  мора, залива, полуострва, архипелага, острва  као  и  облика  рељефа на простору Северне Европе</w:t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670648" w:rsidRPr="00545C96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ГЕ2.4.2. Описује друштвеноногеогр</w:t>
            </w:r>
            <w:r w:rsidR="00EC59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афске  одлике   Северне  Европе и  Норвешке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5F7634" w:rsidRPr="005F7634" w:rsidRDefault="005F7634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ГЕ3.1.1. Анализира географску карту и доноси закључке о значају   географског  положаја  за  географске  одлике  Северне  Европе</w:t>
            </w:r>
          </w:p>
          <w:p w:rsidR="00664F16" w:rsidRPr="005F7634" w:rsidRDefault="005F7634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ГЕ3.4.3. Објашњава географске везе и законитости   у  Северној Европи</w:t>
            </w:r>
            <w:r w:rsidR="00EC59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 Норвешкој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Европе,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5F7634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 разговору  са  ученицима тражимо  да  се  подсете  које су познате  личности,   достигнућа  науке,  технологије  и уметности  са  простора  Северне  Европе.Питамо  их  да  ли  знају  за  Нобелову  награду.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5F7634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Тражимо  од  ученикада анализирају  табелу  бр. 1  на 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тани 57.  у  уџбенику  и  пронађу  на</w:t>
            </w:r>
            <w:r w:rsidR="00994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рти неведен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земње  и  градове.Инсистирамо  да  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  велику  површину  неких  земаља  и  истовремено мали број  становника.Пи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  их  да ли имају  објашњење  за  то.Захтевамо  да  ученици  упореде  слику  бр.  1  на  страни 62.  и  слику  бр. 1  на  страни 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48.  у  џбенику  и  донесу  закључке.Истиче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 да  становништво  Северне  Е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  претежно  чине  германски  народи-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потомци  Викинга.Питамо  ученике  да  ли  већ  знају  нешто  о  Викинзима.Објашњавамо  малу  густину насељености  и  недостатак  великих  градова  и  агломерација.Истичемо  да  су највећи  градови  уједно  и  главни  градови  тих  земаља ,  али  да  се не  могу  поередити  по  броју  становника са градовима у  другим  регијама Европе.Истичемо значајан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удео  земаља  Северне Е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 у  светској  привреди.Објашњавамо  разлоге  високог животног  стандарда  становништва  земаља</w:t>
            </w:r>
          </w:p>
          <w:p w:rsidR="005F7634" w:rsidRDefault="005F7634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Северне  Европе.</w:t>
            </w:r>
          </w:p>
          <w:p w:rsidR="005F7634" w:rsidRDefault="005F7634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Тражимо  од  ученика  да  уз  помоћ  карте  анализирају  географски  положај  Норвешке.</w:t>
            </w:r>
          </w:p>
          <w:p w:rsidR="005F7634" w:rsidRPr="00545C96" w:rsidRDefault="005F7634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Причамо  о  веома  разуђеним  обалама-фјордови  и  острва,  планинском  рељефу  и  благој  клими  због  утицаја  Голфске  морске  струје.Објашњавамо основне   одлике  привреде, истичемо  најважније  гране  привреде  и  образлажемо зашто  су  баш  оне  развијене.Нарочито  наглашавамо значај  нафте  из  налазишта на  Севрном мору  за  привредни  развој  Норвешке.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994184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Саопштавамо  ученицима да  за  домаћи  ураде  задатке на  немој  карти  Северне  Европе у  Вежбанки (стр.  14.)Прво  да  ураде  задатак  који  се  налази на  самој  карти  и  друго  да на карти испишу  на  одговарајаућа места називе  држава, мора,  залива,  острва главних   градова Северне Европе.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</w:t>
            </w:r>
            <w:r w:rsidR="0099418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9418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СЕВЕРНА ЕВРОПА: ДРУШТВЕНОГЕОГРАФСКЕ  ОДЛИКЕ</w:t>
            </w:r>
          </w:p>
          <w:p w:rsidR="00994184" w:rsidRDefault="00994184" w:rsidP="00E346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</w:t>
            </w:r>
            <w:r w:rsidRPr="0099418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РЕГИЈА  СОЦИЈАЛНЕ  СИГУРНОСТИ</w:t>
            </w:r>
          </w:p>
          <w:p w:rsidR="00994184" w:rsidRDefault="009947CC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9947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државе: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Шведска,  Норвешка,  Финска,  Данска,  Исланд</w:t>
            </w:r>
          </w:p>
          <w:p w:rsidR="009947CC" w:rsidRDefault="009947CC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-становништво-германски  народи-  потомци  Викинга: Швеђани,  Норвежани,  Данци</w:t>
            </w:r>
          </w:p>
          <w:p w:rsidR="009947CC" w:rsidRDefault="009947CC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Исланђани</w:t>
            </w:r>
          </w:p>
          <w:p w:rsidR="009947CC" w:rsidRDefault="009947CC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-угро-фински  народи- Финци,  Сами (Лапонци)</w:t>
            </w:r>
          </w:p>
          <w:p w:rsidR="009947CC" w:rsidRDefault="009947CC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-мала  густина  насељености</w:t>
            </w:r>
          </w:p>
          <w:p w:rsidR="009947CC" w:rsidRDefault="009947CC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-низак  природни  прираштај</w:t>
            </w:r>
          </w:p>
          <w:p w:rsidR="009947CC" w:rsidRDefault="009947CC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</w:t>
            </w:r>
            <w:r w:rsidR="00EC59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-висок  удео  старог  станов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ништва</w:t>
            </w:r>
          </w:p>
          <w:p w:rsidR="009947CC" w:rsidRDefault="009947CC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-дуг  животни  век</w:t>
            </w:r>
          </w:p>
          <w:p w:rsidR="009947CC" w:rsidRDefault="009947CC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-градови: нема  агломерација,   Стокхолм,  Копенхаген,  Осло,  Хелсинки</w:t>
            </w:r>
          </w:p>
          <w:p w:rsidR="009947CC" w:rsidRDefault="009947CC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-значајан  удео  у светској  привреди:   </w:t>
            </w:r>
            <w:r w:rsidR="009617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гвожђе,  челик,  па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9617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р,  целулоза, ел.  енергија.</w:t>
            </w:r>
          </w:p>
          <w:p w:rsidR="009947CC" w:rsidRDefault="009947CC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</w:t>
            </w:r>
            <w:r w:rsidR="009617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аутомобили, камиони,  бродови,  електроника </w:t>
            </w:r>
          </w:p>
          <w:p w:rsidR="00961780" w:rsidRDefault="0096178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(мобилни телефони), намештај,машине</w:t>
            </w:r>
          </w:p>
          <w:p w:rsidR="00961780" w:rsidRDefault="0096178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-висок  животни  стандард</w:t>
            </w:r>
          </w:p>
          <w:p w:rsidR="00961780" w:rsidRDefault="0096178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-Норвешка:   1750  км  од  севера  ка  југу</w:t>
            </w:r>
          </w:p>
          <w:p w:rsidR="00961780" w:rsidRDefault="0096178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разуђена  обала---фјордови  и  острва</w:t>
            </w:r>
          </w:p>
          <w:p w:rsidR="00961780" w:rsidRDefault="0096178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Скандинавске  планине</w:t>
            </w:r>
          </w:p>
          <w:p w:rsidR="00961780" w:rsidRDefault="0096178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умерена  океанска  клима  у  приобаљу</w:t>
            </w:r>
          </w:p>
          <w:p w:rsidR="00961780" w:rsidRDefault="0096178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3%  плодно  земљиште</w:t>
            </w:r>
          </w:p>
          <w:p w:rsidR="00961780" w:rsidRDefault="0096178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Норвежани,  градови—Осло, Берген  Хамерфест</w:t>
            </w:r>
          </w:p>
          <w:p w:rsidR="00961780" w:rsidRDefault="0096178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привреда:риболов, морепловство, бродоградња, прерада  дрвета, метална</w:t>
            </w:r>
          </w:p>
          <w:p w:rsidR="00961780" w:rsidRDefault="0096178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индустрија,  нафта.</w:t>
            </w:r>
          </w:p>
          <w:p w:rsidR="00606767" w:rsidRPr="00961780" w:rsidRDefault="009947CC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961780">
      <w:pgSz w:w="12240" w:h="15840"/>
      <w:pgMar w:top="709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3321C2"/>
    <w:rsid w:val="00391413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F0F0B"/>
    <w:rsid w:val="00925285"/>
    <w:rsid w:val="00942ED0"/>
    <w:rsid w:val="00961780"/>
    <w:rsid w:val="0096516D"/>
    <w:rsid w:val="00994184"/>
    <w:rsid w:val="009947CC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E65D7"/>
    <w:rsid w:val="00E3469D"/>
    <w:rsid w:val="00E4334D"/>
    <w:rsid w:val="00EC590B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9FD86-F3EA-4F44-955C-44B11D7D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3</TotalTime>
  <Pages>2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2020-07-03T07:21:00Z</dcterms:created>
  <dcterms:modified xsi:type="dcterms:W3CDTF">2020-07-03T11:07:00Z</dcterms:modified>
</cp:coreProperties>
</file>